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030CF" w14:textId="4DD4C9FB" w:rsidR="009F392E" w:rsidRPr="009D133E" w:rsidRDefault="009D133E" w:rsidP="00F0533E">
      <w:pPr>
        <w:rPr>
          <w:i/>
          <w:iCs/>
          <w:noProof/>
        </w:rPr>
      </w:pPr>
      <w:r>
        <w:rPr>
          <w:noProof/>
        </w:rPr>
        <w:t xml:space="preserve">Příloha č. 11 ZD </w:t>
      </w:r>
      <w:r w:rsidRPr="009D133E">
        <w:rPr>
          <w:i/>
          <w:iCs/>
          <w:noProof/>
        </w:rPr>
        <w:t>(budoucí p</w:t>
      </w:r>
      <w:r w:rsidR="00787523" w:rsidRPr="009D133E">
        <w:rPr>
          <w:i/>
          <w:iCs/>
          <w:noProof/>
        </w:rPr>
        <w:t xml:space="preserve">říloha č. </w:t>
      </w:r>
      <w:r w:rsidR="00787523" w:rsidRPr="009D133E">
        <w:rPr>
          <w:i/>
          <w:iCs/>
          <w:noProof/>
          <w:highlight w:val="green"/>
        </w:rPr>
        <w:t>X</w:t>
      </w:r>
      <w:r w:rsidR="00B85B4C" w:rsidRPr="009D133E">
        <w:rPr>
          <w:i/>
          <w:iCs/>
          <w:noProof/>
        </w:rPr>
        <w:t xml:space="preserve"> Smlouvy</w:t>
      </w:r>
      <w:r w:rsidR="00FF49D6" w:rsidRPr="009D133E">
        <w:rPr>
          <w:i/>
          <w:iCs/>
          <w:noProof/>
        </w:rPr>
        <w:t xml:space="preserve"> a </w:t>
      </w:r>
      <w:r w:rsidR="000E33D5" w:rsidRPr="009D133E">
        <w:rPr>
          <w:i/>
          <w:iCs/>
          <w:noProof/>
        </w:rPr>
        <w:t>příloha č.</w:t>
      </w:r>
      <w:r w:rsidR="00FA54B2" w:rsidRPr="009D133E">
        <w:rPr>
          <w:i/>
          <w:iCs/>
          <w:noProof/>
        </w:rPr>
        <w:t xml:space="preserve"> 5</w:t>
      </w:r>
      <w:r w:rsidR="000E33D5" w:rsidRPr="009D133E">
        <w:rPr>
          <w:i/>
          <w:iCs/>
          <w:noProof/>
        </w:rPr>
        <w:t xml:space="preserve"> </w:t>
      </w:r>
      <w:r w:rsidR="00A8189C" w:rsidRPr="009D133E">
        <w:rPr>
          <w:i/>
          <w:iCs/>
          <w:noProof/>
        </w:rPr>
        <w:t>Rámcové dohody</w:t>
      </w:r>
      <w:r w:rsidRPr="009D133E">
        <w:rPr>
          <w:i/>
          <w:iCs/>
          <w:noProof/>
        </w:rPr>
        <w:t>)</w:t>
      </w:r>
    </w:p>
    <w:p w14:paraId="137D6871" w14:textId="77777777" w:rsidR="00B85B4C" w:rsidRPr="001F2670" w:rsidRDefault="00B85B4C" w:rsidP="009611F2">
      <w:pPr>
        <w:pStyle w:val="Nadpis1"/>
        <w:rPr>
          <w:noProof/>
          <w:color w:val="FF5200" w:themeColor="accent2"/>
        </w:rPr>
      </w:pPr>
      <w:r w:rsidRPr="001F2670">
        <w:rPr>
          <w:noProof/>
          <w:color w:val="FF5200" w:themeColor="accent2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3969"/>
        <w:gridCol w:w="2976"/>
      </w:tblGrid>
      <w:tr w:rsidR="00B85B4C" w:rsidRPr="00FD23CD" w14:paraId="11AC0DF4" w14:textId="77777777" w:rsidTr="005200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1C7876" w14:textId="77777777" w:rsidR="00B85B4C" w:rsidRPr="009611F2" w:rsidRDefault="00B85B4C" w:rsidP="00A8189C">
            <w:pPr>
              <w:jc w:val="left"/>
              <w:rPr>
                <w:rStyle w:val="Siln"/>
                <w:highlight w:val="green"/>
              </w:rPr>
            </w:pPr>
            <w:r w:rsidRPr="009611F2">
              <w:rPr>
                <w:rStyle w:val="Siln"/>
              </w:rPr>
              <w:t>Pozice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4636A9" w14:textId="77777777" w:rsidR="00B85B4C" w:rsidRPr="009611F2" w:rsidRDefault="00B85B4C" w:rsidP="00A8189C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9611F2">
              <w:rPr>
                <w:rStyle w:val="Siln"/>
              </w:rPr>
              <w:t>Kontaktní údaje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ABCB89" w14:textId="77777777" w:rsidR="00B85B4C" w:rsidRPr="009611F2" w:rsidRDefault="00B85B4C" w:rsidP="00A8189C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yellow"/>
              </w:rPr>
            </w:pPr>
            <w:r w:rsidRPr="009611F2">
              <w:rPr>
                <w:rStyle w:val="Siln"/>
              </w:rPr>
              <w:t>Činnosti prováděné členem Realizačního týmu</w:t>
            </w:r>
          </w:p>
        </w:tc>
      </w:tr>
      <w:tr w:rsidR="00A8189C" w:rsidRPr="00FD23CD" w14:paraId="3970FE79" w14:textId="77777777" w:rsidTr="005200A7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0128D" w14:textId="70BB1D28" w:rsidR="00A8189C" w:rsidRPr="0091775E" w:rsidRDefault="00A8189C" w:rsidP="00A8189C">
            <w:pPr>
              <w:rPr>
                <w:b/>
                <w:bCs/>
                <w:lang w:eastAsia="cs-CZ"/>
              </w:rPr>
            </w:pPr>
            <w:r w:rsidRPr="0091775E">
              <w:rPr>
                <w:b/>
                <w:bCs/>
                <w:lang w:eastAsia="cs-CZ"/>
              </w:rPr>
              <w:t>1)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0D275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6CD6A5BF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01A18907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2D126FBE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37558738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32DFCC5A" w14:textId="6731415A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9654" w14:textId="77777777" w:rsidR="009F720E" w:rsidRPr="000E5CAE" w:rsidRDefault="009F720E" w:rsidP="009F720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4EAF62E0" w14:textId="19EC1B6C" w:rsidR="00A8189C" w:rsidRPr="000E5CAE" w:rsidRDefault="00A8189C" w:rsidP="00A8189C">
            <w:pPr>
              <w:spacing w:after="2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highlight w:val="yellow"/>
              </w:rPr>
            </w:pPr>
          </w:p>
        </w:tc>
      </w:tr>
      <w:tr w:rsidR="00A8189C" w:rsidRPr="00FD23CD" w14:paraId="225E7D1E" w14:textId="77777777" w:rsidTr="005200A7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F2C4B" w14:textId="092DB60D" w:rsidR="00A8189C" w:rsidRPr="0091775E" w:rsidRDefault="00A8189C" w:rsidP="00A8189C">
            <w:pPr>
              <w:spacing w:after="240"/>
              <w:rPr>
                <w:rFonts w:asciiTheme="majorHAnsi" w:hAnsiTheme="majorHAnsi"/>
                <w:b/>
                <w:bCs/>
                <w:lang w:eastAsia="cs-CZ"/>
              </w:rPr>
            </w:pPr>
            <w:r w:rsidRPr="0091775E">
              <w:rPr>
                <w:rFonts w:asciiTheme="majorHAnsi" w:hAnsiTheme="majorHAnsi"/>
                <w:b/>
                <w:bCs/>
                <w:lang w:eastAsia="cs-CZ"/>
              </w:rPr>
              <w:t>2)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2EC23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7F89D945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6661351C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14:paraId="3A3F558E" w14:textId="77777777" w:rsidR="00A8189C" w:rsidRPr="000E5CAE" w:rsidRDefault="00A8189C" w:rsidP="00A818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2AC1EF05" w14:textId="77777777" w:rsidR="00A8189C" w:rsidRPr="000E5CAE" w:rsidRDefault="00A8189C" w:rsidP="00A818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661532BA" w14:textId="6CFB62C3" w:rsidR="00A8189C" w:rsidRPr="000E5CAE" w:rsidRDefault="00A8189C" w:rsidP="00A818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DE04" w14:textId="77777777" w:rsidR="009F720E" w:rsidRPr="000E5CAE" w:rsidRDefault="009F720E" w:rsidP="009F720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5647FA69" w14:textId="51E064BB" w:rsidR="00A8189C" w:rsidRPr="000E5CAE" w:rsidRDefault="00A8189C" w:rsidP="00A8189C">
            <w:pPr>
              <w:spacing w:after="2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highlight w:val="yellow"/>
              </w:rPr>
            </w:pPr>
          </w:p>
        </w:tc>
      </w:tr>
      <w:tr w:rsidR="00A8189C" w:rsidRPr="00FD23CD" w14:paraId="13FAFF7F" w14:textId="77777777" w:rsidTr="005200A7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9BC0" w14:textId="5D7A2599" w:rsidR="00A8189C" w:rsidRPr="0091775E" w:rsidRDefault="00A8189C" w:rsidP="00A8189C">
            <w:pPr>
              <w:rPr>
                <w:b/>
                <w:bCs/>
                <w:lang w:eastAsia="cs-CZ"/>
              </w:rPr>
            </w:pPr>
            <w:r w:rsidRPr="0091775E">
              <w:rPr>
                <w:b/>
                <w:bCs/>
                <w:lang w:eastAsia="cs-CZ"/>
              </w:rPr>
              <w:t>3)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35E92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1A7FCAA1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338D2FD2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4A706102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54465BC6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5DA295DF" w14:textId="2A3B90CD" w:rsidR="00A8189C" w:rsidRPr="000E5CAE" w:rsidRDefault="00A8189C" w:rsidP="00A818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DA32" w14:textId="77777777" w:rsidR="009F720E" w:rsidRPr="000E5CAE" w:rsidRDefault="009F720E" w:rsidP="009F720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415C7B82" w14:textId="7763EB05" w:rsidR="00A8189C" w:rsidRPr="000E5CAE" w:rsidRDefault="00A8189C" w:rsidP="00A8189C">
            <w:pPr>
              <w:spacing w:after="2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highlight w:val="yellow"/>
              </w:rPr>
            </w:pPr>
          </w:p>
        </w:tc>
      </w:tr>
      <w:tr w:rsidR="00A8189C" w:rsidRPr="00FD23CD" w14:paraId="1C49AFD9" w14:textId="77777777" w:rsidTr="005200A7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700D" w14:textId="773F91FA" w:rsidR="00A8189C" w:rsidRPr="0091775E" w:rsidRDefault="00A8189C" w:rsidP="00A8189C">
            <w:pPr>
              <w:rPr>
                <w:b/>
                <w:bCs/>
                <w:lang w:eastAsia="cs-CZ"/>
              </w:rPr>
            </w:pPr>
            <w:r w:rsidRPr="0091775E">
              <w:rPr>
                <w:b/>
                <w:bCs/>
                <w:lang w:eastAsia="cs-CZ"/>
              </w:rPr>
              <w:lastRenderedPageBreak/>
              <w:t>4)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D067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5EA6DE93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42B5A177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14:paraId="4D0039EE" w14:textId="77777777" w:rsidR="00A8189C" w:rsidRPr="000E5CAE" w:rsidRDefault="00A8189C" w:rsidP="00A818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CBB484A" w14:textId="77777777" w:rsidR="00A8189C" w:rsidRPr="000E5CAE" w:rsidRDefault="00A8189C" w:rsidP="00A818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5D826136" w14:textId="57D0F6C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3E82" w14:textId="77777777" w:rsidR="009F720E" w:rsidRPr="000E5CAE" w:rsidRDefault="009F720E" w:rsidP="009F720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6DD84130" w14:textId="77777777" w:rsidR="00A8189C" w:rsidRPr="000E5CAE" w:rsidRDefault="00A8189C" w:rsidP="00A8189C">
            <w:pPr>
              <w:spacing w:after="2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highlight w:val="yellow"/>
              </w:rPr>
            </w:pPr>
          </w:p>
        </w:tc>
      </w:tr>
      <w:tr w:rsidR="00A8189C" w:rsidRPr="00FD23CD" w14:paraId="3F7B4D6B" w14:textId="77777777" w:rsidTr="005200A7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D295" w14:textId="508402C2" w:rsidR="00A8189C" w:rsidRPr="0091775E" w:rsidRDefault="00A8189C" w:rsidP="00A8189C">
            <w:pPr>
              <w:rPr>
                <w:b/>
                <w:bCs/>
                <w:lang w:eastAsia="cs-CZ"/>
              </w:rPr>
            </w:pPr>
            <w:r w:rsidRPr="0091775E">
              <w:rPr>
                <w:b/>
                <w:bCs/>
                <w:lang w:eastAsia="cs-CZ"/>
              </w:rPr>
              <w:t>5)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8ECB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14:paraId="7DF8E061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4FC4D2E3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4CDB2CCD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0F528240" w14:textId="77777777" w:rsidR="00A8189C" w:rsidRPr="000E5CAE" w:rsidRDefault="00A8189C" w:rsidP="00A818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61E14FA8" w14:textId="6B5B998E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16F1" w14:textId="77777777" w:rsidR="009F720E" w:rsidRPr="000E5CAE" w:rsidRDefault="009F720E" w:rsidP="009F720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BB9BC58" w14:textId="77777777" w:rsidR="00A8189C" w:rsidRPr="000E5CAE" w:rsidRDefault="00A8189C" w:rsidP="00A8189C">
            <w:pPr>
              <w:spacing w:after="2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highlight w:val="yellow"/>
              </w:rPr>
            </w:pPr>
          </w:p>
        </w:tc>
      </w:tr>
      <w:tr w:rsidR="00A8189C" w:rsidRPr="000E5CAE" w14:paraId="123EFAFD" w14:textId="77777777" w:rsidTr="005200A7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7BDA" w14:textId="0221F108" w:rsidR="00A8189C" w:rsidRPr="0091775E" w:rsidRDefault="00A8189C" w:rsidP="006109F3">
            <w:pPr>
              <w:rPr>
                <w:b/>
                <w:bCs/>
                <w:lang w:eastAsia="cs-CZ"/>
              </w:rPr>
            </w:pPr>
            <w:r w:rsidRPr="0091775E">
              <w:rPr>
                <w:b/>
                <w:bCs/>
                <w:lang w:eastAsia="cs-CZ"/>
              </w:rPr>
              <w:t>6)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2978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14:paraId="3251C12D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056CBA5C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37361B30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31BDCA05" w14:textId="77777777" w:rsidR="00A8189C" w:rsidRPr="000E5CAE" w:rsidRDefault="00A8189C" w:rsidP="00A818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58FBE387" w14:textId="77777777" w:rsidR="00A8189C" w:rsidRPr="000E5CAE" w:rsidRDefault="00A8189C" w:rsidP="00A8189C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53B9" w14:textId="77777777" w:rsidR="009F720E" w:rsidRPr="000E5CAE" w:rsidRDefault="009F720E" w:rsidP="009F720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52549758" w14:textId="77777777" w:rsidR="00A8189C" w:rsidRPr="000E5CAE" w:rsidRDefault="00A8189C" w:rsidP="006109F3">
            <w:pPr>
              <w:spacing w:after="2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highlight w:val="yellow"/>
              </w:rPr>
            </w:pPr>
          </w:p>
        </w:tc>
      </w:tr>
    </w:tbl>
    <w:p w14:paraId="1F2879BD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E9D6F" w14:textId="77777777" w:rsidR="00F23973" w:rsidRDefault="00F23973" w:rsidP="00962258">
      <w:pPr>
        <w:spacing w:after="0" w:line="240" w:lineRule="auto"/>
      </w:pPr>
      <w:r>
        <w:separator/>
      </w:r>
    </w:p>
  </w:endnote>
  <w:endnote w:type="continuationSeparator" w:id="0">
    <w:p w14:paraId="4033934A" w14:textId="77777777" w:rsidR="00F23973" w:rsidRDefault="00F2397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F92DF" w14:textId="77777777" w:rsidR="007F1B30" w:rsidRDefault="007F1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E38CF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BED41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1DC6653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2F4E7F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188D86C" w14:textId="77777777" w:rsidR="00F1715C" w:rsidRDefault="00F1715C" w:rsidP="00D831A3">
          <w:pPr>
            <w:pStyle w:val="Zpat"/>
          </w:pPr>
        </w:p>
      </w:tc>
    </w:tr>
  </w:tbl>
  <w:p w14:paraId="19A493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95A5CC" wp14:editId="62064C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6B04467" wp14:editId="533CEEB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175AF0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567EB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4F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4F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147BF38" w14:textId="77777777" w:rsidR="00F1715C" w:rsidRDefault="00F1715C" w:rsidP="009611F2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87F9CAF" w14:textId="77777777" w:rsidR="00F1715C" w:rsidRDefault="00F1715C" w:rsidP="009611F2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2AAE181" w14:textId="77777777" w:rsidR="00F1715C" w:rsidRDefault="00F1715C" w:rsidP="009611F2">
          <w:pPr>
            <w:pStyle w:val="Zpat"/>
            <w:jc w:val="left"/>
          </w:pPr>
          <w:r>
            <w:t>Sídlo: Dlážděná 1003/7, 110 00 Praha 1</w:t>
          </w:r>
        </w:p>
        <w:p w14:paraId="0099FC7E" w14:textId="77777777" w:rsidR="00F1715C" w:rsidRDefault="00F1715C" w:rsidP="009611F2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E780D18" w14:textId="77777777" w:rsidR="00F1715C" w:rsidRDefault="00FD4FD7" w:rsidP="009611F2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E9B28B6" w14:textId="77777777" w:rsidR="00F1715C" w:rsidRDefault="00F1715C" w:rsidP="00460660">
          <w:pPr>
            <w:pStyle w:val="Zpat"/>
          </w:pPr>
        </w:p>
      </w:tc>
    </w:tr>
  </w:tbl>
  <w:p w14:paraId="0AC8D76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1CAF68D" wp14:editId="12616A0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E2C2F55" wp14:editId="4020A59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FCF3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57B91" w14:textId="77777777" w:rsidR="00F23973" w:rsidRDefault="00F23973" w:rsidP="00962258">
      <w:pPr>
        <w:spacing w:after="0" w:line="240" w:lineRule="auto"/>
      </w:pPr>
      <w:r>
        <w:separator/>
      </w:r>
    </w:p>
  </w:footnote>
  <w:footnote w:type="continuationSeparator" w:id="0">
    <w:p w14:paraId="07EE2353" w14:textId="77777777" w:rsidR="00F23973" w:rsidRDefault="00F2397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FE924" w14:textId="715F116E" w:rsidR="007F1B30" w:rsidRDefault="007F1B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D0C92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8B12F31" w14:textId="7F12053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06C3A0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2F9EB9D" w14:textId="77777777" w:rsidR="00F1715C" w:rsidRPr="00D6163D" w:rsidRDefault="00F1715C" w:rsidP="00D6163D">
          <w:pPr>
            <w:pStyle w:val="Druhdokumentu"/>
          </w:pPr>
        </w:p>
      </w:tc>
    </w:tr>
  </w:tbl>
  <w:p w14:paraId="4CC2360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178F18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113CFF" w14:textId="5A6C129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45DB848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A73A475" w14:textId="77777777" w:rsidR="00F1715C" w:rsidRPr="00D6163D" w:rsidRDefault="00F1715C" w:rsidP="00FC6389">
          <w:pPr>
            <w:pStyle w:val="Druhdokumentu"/>
          </w:pPr>
        </w:p>
      </w:tc>
    </w:tr>
    <w:tr w:rsidR="009F392E" w14:paraId="5DFCFCE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7D767E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DBA76F8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572BE58" w14:textId="77777777" w:rsidR="009F392E" w:rsidRPr="00D6163D" w:rsidRDefault="009F392E" w:rsidP="00FC6389">
          <w:pPr>
            <w:pStyle w:val="Druhdokumentu"/>
          </w:pPr>
        </w:p>
      </w:tc>
    </w:tr>
  </w:tbl>
  <w:p w14:paraId="4D7FEA7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39EF7BC" wp14:editId="6492E0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528CF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586971EF"/>
    <w:multiLevelType w:val="hybridMultilevel"/>
    <w:tmpl w:val="F3CC7564"/>
    <w:lvl w:ilvl="0" w:tplc="1FAC7988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BD44B78"/>
    <w:multiLevelType w:val="hybridMultilevel"/>
    <w:tmpl w:val="1536FB36"/>
    <w:lvl w:ilvl="0" w:tplc="84729B2A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362401">
    <w:abstractNumId w:val="2"/>
  </w:num>
  <w:num w:numId="2" w16cid:durableId="977220588">
    <w:abstractNumId w:val="1"/>
  </w:num>
  <w:num w:numId="3" w16cid:durableId="1504106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3622544">
    <w:abstractNumId w:val="8"/>
  </w:num>
  <w:num w:numId="5" w16cid:durableId="1596670737">
    <w:abstractNumId w:val="3"/>
  </w:num>
  <w:num w:numId="6" w16cid:durableId="756293258">
    <w:abstractNumId w:val="4"/>
  </w:num>
  <w:num w:numId="7" w16cid:durableId="2015375798">
    <w:abstractNumId w:val="0"/>
  </w:num>
  <w:num w:numId="8" w16cid:durableId="1343119184">
    <w:abstractNumId w:val="5"/>
  </w:num>
  <w:num w:numId="9" w16cid:durableId="20003857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31450160">
    <w:abstractNumId w:val="4"/>
  </w:num>
  <w:num w:numId="11" w16cid:durableId="1713380248">
    <w:abstractNumId w:val="1"/>
  </w:num>
  <w:num w:numId="12" w16cid:durableId="1844474190">
    <w:abstractNumId w:val="4"/>
  </w:num>
  <w:num w:numId="13" w16cid:durableId="1962615591">
    <w:abstractNumId w:val="4"/>
  </w:num>
  <w:num w:numId="14" w16cid:durableId="2093156505">
    <w:abstractNumId w:val="4"/>
  </w:num>
  <w:num w:numId="15" w16cid:durableId="1910458551">
    <w:abstractNumId w:val="4"/>
  </w:num>
  <w:num w:numId="16" w16cid:durableId="568150868">
    <w:abstractNumId w:val="9"/>
  </w:num>
  <w:num w:numId="17" w16cid:durableId="1550336882">
    <w:abstractNumId w:val="2"/>
  </w:num>
  <w:num w:numId="18" w16cid:durableId="808012234">
    <w:abstractNumId w:val="9"/>
  </w:num>
  <w:num w:numId="19" w16cid:durableId="1992563408">
    <w:abstractNumId w:val="9"/>
  </w:num>
  <w:num w:numId="20" w16cid:durableId="731930796">
    <w:abstractNumId w:val="9"/>
  </w:num>
  <w:num w:numId="21" w16cid:durableId="1000424230">
    <w:abstractNumId w:val="9"/>
  </w:num>
  <w:num w:numId="22" w16cid:durableId="1069308104">
    <w:abstractNumId w:val="4"/>
  </w:num>
  <w:num w:numId="23" w16cid:durableId="956527221">
    <w:abstractNumId w:val="1"/>
  </w:num>
  <w:num w:numId="24" w16cid:durableId="1206213004">
    <w:abstractNumId w:val="4"/>
  </w:num>
  <w:num w:numId="25" w16cid:durableId="668481432">
    <w:abstractNumId w:val="4"/>
  </w:num>
  <w:num w:numId="26" w16cid:durableId="315112910">
    <w:abstractNumId w:val="4"/>
  </w:num>
  <w:num w:numId="27" w16cid:durableId="1522433675">
    <w:abstractNumId w:val="4"/>
  </w:num>
  <w:num w:numId="28" w16cid:durableId="429594478">
    <w:abstractNumId w:val="9"/>
  </w:num>
  <w:num w:numId="29" w16cid:durableId="112212690">
    <w:abstractNumId w:val="2"/>
  </w:num>
  <w:num w:numId="30" w16cid:durableId="1761634810">
    <w:abstractNumId w:val="9"/>
  </w:num>
  <w:num w:numId="31" w16cid:durableId="718474455">
    <w:abstractNumId w:val="9"/>
  </w:num>
  <w:num w:numId="32" w16cid:durableId="23597354">
    <w:abstractNumId w:val="9"/>
  </w:num>
  <w:num w:numId="33" w16cid:durableId="1092168781">
    <w:abstractNumId w:val="9"/>
  </w:num>
  <w:num w:numId="34" w16cid:durableId="927271189">
    <w:abstractNumId w:val="7"/>
  </w:num>
  <w:num w:numId="35" w16cid:durableId="42068206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72C1E"/>
    <w:rsid w:val="000E23A7"/>
    <w:rsid w:val="000E33D5"/>
    <w:rsid w:val="0010693F"/>
    <w:rsid w:val="00114472"/>
    <w:rsid w:val="001550BC"/>
    <w:rsid w:val="001605B9"/>
    <w:rsid w:val="00170EC5"/>
    <w:rsid w:val="001747C1"/>
    <w:rsid w:val="00184743"/>
    <w:rsid w:val="001F2670"/>
    <w:rsid w:val="0020011E"/>
    <w:rsid w:val="00207DF5"/>
    <w:rsid w:val="00280E07"/>
    <w:rsid w:val="0029111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5DC8"/>
    <w:rsid w:val="00486107"/>
    <w:rsid w:val="00491827"/>
    <w:rsid w:val="004B348C"/>
    <w:rsid w:val="004C4399"/>
    <w:rsid w:val="004C787C"/>
    <w:rsid w:val="004D6D20"/>
    <w:rsid w:val="004E143C"/>
    <w:rsid w:val="004E3A53"/>
    <w:rsid w:val="004F20BC"/>
    <w:rsid w:val="004F4B9B"/>
    <w:rsid w:val="004F69EA"/>
    <w:rsid w:val="00511AB9"/>
    <w:rsid w:val="005200A7"/>
    <w:rsid w:val="00523EA7"/>
    <w:rsid w:val="00553375"/>
    <w:rsid w:val="00557C28"/>
    <w:rsid w:val="005736B7"/>
    <w:rsid w:val="00575E5A"/>
    <w:rsid w:val="005F1404"/>
    <w:rsid w:val="0061068E"/>
    <w:rsid w:val="00641DE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523"/>
    <w:rsid w:val="007B570C"/>
    <w:rsid w:val="007C589B"/>
    <w:rsid w:val="007E4A6E"/>
    <w:rsid w:val="007F1B30"/>
    <w:rsid w:val="007F56A7"/>
    <w:rsid w:val="00807DD0"/>
    <w:rsid w:val="008659F3"/>
    <w:rsid w:val="00886D4B"/>
    <w:rsid w:val="00895406"/>
    <w:rsid w:val="008A3568"/>
    <w:rsid w:val="008C461F"/>
    <w:rsid w:val="008D03B9"/>
    <w:rsid w:val="008F18D6"/>
    <w:rsid w:val="00904780"/>
    <w:rsid w:val="0091775E"/>
    <w:rsid w:val="00922385"/>
    <w:rsid w:val="009223DF"/>
    <w:rsid w:val="00923DE9"/>
    <w:rsid w:val="00936091"/>
    <w:rsid w:val="00940D8A"/>
    <w:rsid w:val="009611F2"/>
    <w:rsid w:val="00962258"/>
    <w:rsid w:val="009678B7"/>
    <w:rsid w:val="009833E1"/>
    <w:rsid w:val="00992D9C"/>
    <w:rsid w:val="00996CB8"/>
    <w:rsid w:val="009B14A9"/>
    <w:rsid w:val="009B2E97"/>
    <w:rsid w:val="009C03DD"/>
    <w:rsid w:val="009D133E"/>
    <w:rsid w:val="009E07F4"/>
    <w:rsid w:val="009F392E"/>
    <w:rsid w:val="009F720E"/>
    <w:rsid w:val="00A12CA1"/>
    <w:rsid w:val="00A1634C"/>
    <w:rsid w:val="00A6177B"/>
    <w:rsid w:val="00A66136"/>
    <w:rsid w:val="00A8189C"/>
    <w:rsid w:val="00A93F16"/>
    <w:rsid w:val="00AA4CBB"/>
    <w:rsid w:val="00AA65FA"/>
    <w:rsid w:val="00AA7351"/>
    <w:rsid w:val="00AD056F"/>
    <w:rsid w:val="00AD6731"/>
    <w:rsid w:val="00B15D0D"/>
    <w:rsid w:val="00B51ABA"/>
    <w:rsid w:val="00B75EE1"/>
    <w:rsid w:val="00B77481"/>
    <w:rsid w:val="00B8518B"/>
    <w:rsid w:val="00B85B4C"/>
    <w:rsid w:val="00BD7E91"/>
    <w:rsid w:val="00BF4F23"/>
    <w:rsid w:val="00C02D0A"/>
    <w:rsid w:val="00C03A6E"/>
    <w:rsid w:val="00C10873"/>
    <w:rsid w:val="00C170A4"/>
    <w:rsid w:val="00C44F6A"/>
    <w:rsid w:val="00C47AE3"/>
    <w:rsid w:val="00CD1FC4"/>
    <w:rsid w:val="00D21061"/>
    <w:rsid w:val="00D4108E"/>
    <w:rsid w:val="00D479C8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3973"/>
    <w:rsid w:val="00F310F8"/>
    <w:rsid w:val="00F35939"/>
    <w:rsid w:val="00F45607"/>
    <w:rsid w:val="00F5558F"/>
    <w:rsid w:val="00F659EB"/>
    <w:rsid w:val="00F86BA6"/>
    <w:rsid w:val="00FA54B2"/>
    <w:rsid w:val="00FC6389"/>
    <w:rsid w:val="00FD1C9D"/>
    <w:rsid w:val="00FD4FD7"/>
    <w:rsid w:val="00FF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3EDE65B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720E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108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10873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C10873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C10873"/>
    <w:pPr>
      <w:spacing w:before="120" w:after="120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C10873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51A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51A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51A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A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A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2357D5-7716-43A6-B78C-12C8CAE3F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1DEAA0-D3BB-4B4F-836B-C00F5720EC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129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Vlčková Anna</cp:lastModifiedBy>
  <cp:revision>20</cp:revision>
  <cp:lastPrinted>2017-11-28T17:18:00Z</cp:lastPrinted>
  <dcterms:created xsi:type="dcterms:W3CDTF">2020-02-20T14:02:00Z</dcterms:created>
  <dcterms:modified xsi:type="dcterms:W3CDTF">2025-08-19T08:29:00Z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